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59" w:rsidRDefault="00214E43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Zał. nr 6 do SIWZ</w:t>
      </w:r>
    </w:p>
    <w:p w:rsidR="00BD3059" w:rsidRDefault="00BD3059">
      <w:pPr>
        <w:rPr>
          <w:rFonts w:ascii="Times New Roman" w:hAnsi="Times New Roman"/>
          <w:sz w:val="24"/>
          <w:szCs w:val="24"/>
        </w:rPr>
      </w:pPr>
    </w:p>
    <w:p w:rsidR="00BD3059" w:rsidRDefault="00BD3059">
      <w:pPr>
        <w:rPr>
          <w:rFonts w:ascii="Times New Roman" w:hAnsi="Times New Roman"/>
          <w:sz w:val="24"/>
          <w:szCs w:val="24"/>
        </w:rPr>
      </w:pPr>
    </w:p>
    <w:p w:rsidR="00BD3059" w:rsidRDefault="00214E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BD3059" w:rsidRDefault="00214E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 nazwa, adres wykonawcy)</w:t>
      </w:r>
    </w:p>
    <w:p w:rsidR="00BD3059" w:rsidRDefault="00BD3059">
      <w:pPr>
        <w:jc w:val="center"/>
        <w:rPr>
          <w:rFonts w:ascii="Times New Roman" w:hAnsi="Times New Roman"/>
          <w:sz w:val="24"/>
          <w:szCs w:val="24"/>
        </w:rPr>
      </w:pPr>
    </w:p>
    <w:p w:rsidR="00BD3059" w:rsidRDefault="00214E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 SPRZĘTU</w:t>
      </w:r>
    </w:p>
    <w:p w:rsidR="00BD3059" w:rsidRDefault="00214E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Przystępując do udziału w postępowaniu o zamówienie publiczne na:</w:t>
      </w:r>
    </w:p>
    <w:p w:rsidR="00BD3059" w:rsidRDefault="00214E43">
      <w:pPr>
        <w:shd w:val="clear" w:color="auto" w:fill="FFFFFF"/>
        <w:spacing w:line="274" w:lineRule="exact"/>
        <w:jc w:val="both"/>
        <w:rPr>
          <w:rFonts w:ascii="Times New Roman" w:hAnsi="Times New Roman"/>
          <w:b/>
          <w:spacing w:val="-8"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 xml:space="preserve">Wywóz i zagospodarowanie komunalnych  </w:t>
      </w:r>
      <w:r>
        <w:rPr>
          <w:rFonts w:ascii="Times New Roman" w:hAnsi="Times New Roman"/>
          <w:b/>
          <w:spacing w:val="-8"/>
          <w:sz w:val="24"/>
          <w:szCs w:val="24"/>
        </w:rPr>
        <w:t xml:space="preserve">osadów ściekowych z </w:t>
      </w:r>
      <w:proofErr w:type="spellStart"/>
      <w:r>
        <w:rPr>
          <w:rFonts w:ascii="Times New Roman" w:hAnsi="Times New Roman"/>
          <w:b/>
          <w:spacing w:val="-8"/>
          <w:sz w:val="24"/>
          <w:szCs w:val="24"/>
        </w:rPr>
        <w:t>PGKiM</w:t>
      </w:r>
      <w:proofErr w:type="spellEnd"/>
      <w:r>
        <w:rPr>
          <w:rFonts w:ascii="Times New Roman" w:hAnsi="Times New Roman"/>
          <w:b/>
          <w:spacing w:val="-8"/>
          <w:sz w:val="24"/>
          <w:szCs w:val="24"/>
        </w:rPr>
        <w:t xml:space="preserve"> w Sandomierzu </w:t>
      </w:r>
      <w:r>
        <w:rPr>
          <w:rFonts w:ascii="Times New Roman" w:hAnsi="Times New Roman"/>
          <w:b/>
          <w:spacing w:val="-8"/>
          <w:sz w:val="24"/>
          <w:szCs w:val="24"/>
        </w:rPr>
        <w:br/>
      </w:r>
      <w:r>
        <w:rPr>
          <w:rFonts w:ascii="Times New Roman" w:hAnsi="Times New Roman"/>
          <w:b/>
          <w:spacing w:val="-8"/>
          <w:sz w:val="24"/>
          <w:szCs w:val="24"/>
        </w:rPr>
        <w:t xml:space="preserve">Sp. z o.o. </w:t>
      </w:r>
    </w:p>
    <w:p w:rsidR="00BD3059" w:rsidRDefault="00214E43">
      <w:pPr>
        <w:shd w:val="clear" w:color="auto" w:fill="FFFFFF"/>
        <w:spacing w:line="274" w:lineRule="exact"/>
        <w:ind w:left="706"/>
        <w:jc w:val="center"/>
        <w:rPr>
          <w:rFonts w:ascii="Times New Roman" w:hAnsi="Times New Roman"/>
          <w:b/>
          <w:spacing w:val="-8"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>Oświadczamy, że:</w:t>
      </w:r>
    </w:p>
    <w:p w:rsidR="00BD3059" w:rsidRDefault="00214E43">
      <w:pPr>
        <w:shd w:val="clear" w:color="auto" w:fill="FFFFFF"/>
        <w:spacing w:line="274" w:lineRule="exact"/>
        <w:ind w:left="706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dysponujemy następującym potencjałem technicznym o ładowności minimum </w:t>
      </w:r>
      <w:r>
        <w:rPr>
          <w:rFonts w:ascii="Times New Roman" w:hAnsi="Times New Roman"/>
          <w:spacing w:val="-8"/>
          <w:sz w:val="24"/>
          <w:szCs w:val="24"/>
        </w:rPr>
        <w:br/>
      </w:r>
      <w:r>
        <w:rPr>
          <w:rFonts w:ascii="Times New Roman" w:hAnsi="Times New Roman"/>
          <w:spacing w:val="-8"/>
          <w:sz w:val="24"/>
          <w:szCs w:val="24"/>
        </w:rPr>
        <w:t>25 ton do realizacji przedmiotu zamówienia.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3"/>
        <w:gridCol w:w="2543"/>
        <w:gridCol w:w="1027"/>
        <w:gridCol w:w="1136"/>
        <w:gridCol w:w="2303"/>
        <w:gridCol w:w="1510"/>
      </w:tblGrid>
      <w:tr w:rsidR="00BD3059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Samochód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(marka, model)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 rej.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Rok </w:t>
            </w:r>
          </w:p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produkcji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właściciela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Ładowność</w:t>
            </w:r>
          </w:p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(ton)</w:t>
            </w:r>
          </w:p>
        </w:tc>
      </w:tr>
      <w:tr w:rsidR="00BD3059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059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059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059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059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059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059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059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214E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059" w:rsidRDefault="00BD3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3059" w:rsidRDefault="00BD3059">
      <w:pPr>
        <w:jc w:val="center"/>
        <w:rPr>
          <w:rFonts w:ascii="Times New Roman" w:hAnsi="Times New Roman"/>
          <w:sz w:val="24"/>
          <w:szCs w:val="24"/>
        </w:rPr>
      </w:pPr>
    </w:p>
    <w:p w:rsidR="00BD3059" w:rsidRDefault="00BD3059">
      <w:pPr>
        <w:jc w:val="center"/>
        <w:rPr>
          <w:rFonts w:ascii="Times New Roman" w:hAnsi="Times New Roman"/>
          <w:sz w:val="24"/>
          <w:szCs w:val="24"/>
        </w:rPr>
      </w:pPr>
    </w:p>
    <w:p w:rsidR="00BD3059" w:rsidRDefault="00214E43">
      <w:pPr>
        <w:autoSpaceDE w:val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………..........…..….......... dnia ................ </w:t>
      </w:r>
    </w:p>
    <w:p w:rsidR="00BD3059" w:rsidRDefault="00214E43">
      <w:pPr>
        <w:autoSpaceDE w:val="0"/>
        <w:jc w:val="both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       ( miejscowo</w:t>
      </w:r>
      <w:r>
        <w:rPr>
          <w:rFonts w:ascii="Times New Roman" w:eastAsia="TimesNewRoman" w:hAnsi="Times New Roman"/>
          <w:color w:val="000000"/>
          <w:sz w:val="24"/>
          <w:szCs w:val="24"/>
        </w:rPr>
        <w:t>ść</w:t>
      </w:r>
      <w:r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:rsidR="00BD3059" w:rsidRDefault="00BD3059">
      <w:pPr>
        <w:autoSpaceDE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BD3059" w:rsidRDefault="00214E43">
      <w:pPr>
        <w:autoSpaceDE w:val="0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                                     …………………………………………….</w:t>
      </w:r>
    </w:p>
    <w:p w:rsidR="00BD3059" w:rsidRDefault="00214E43">
      <w:pPr>
        <w:autoSpaceDE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podpis i pieczęć wykonawcy</w:t>
      </w:r>
    </w:p>
    <w:p w:rsidR="00BD3059" w:rsidRDefault="00BD3059">
      <w:pPr>
        <w:rPr>
          <w:rFonts w:ascii="Times New Roman" w:hAnsi="Times New Roman"/>
          <w:sz w:val="24"/>
          <w:szCs w:val="24"/>
        </w:rPr>
      </w:pPr>
    </w:p>
    <w:sectPr w:rsidR="00BD305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E43" w:rsidRDefault="00214E43">
      <w:pPr>
        <w:spacing w:after="0"/>
      </w:pPr>
      <w:r>
        <w:separator/>
      </w:r>
    </w:p>
  </w:endnote>
  <w:endnote w:type="continuationSeparator" w:id="0">
    <w:p w:rsidR="00214E43" w:rsidRDefault="00214E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E43" w:rsidRDefault="00214E43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214E43" w:rsidRDefault="00214E4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D3059"/>
    <w:rsid w:val="00214E43"/>
    <w:rsid w:val="00BD3059"/>
    <w:rsid w:val="00F4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Acer</cp:lastModifiedBy>
  <cp:revision>2</cp:revision>
  <dcterms:created xsi:type="dcterms:W3CDTF">2017-11-06T12:45:00Z</dcterms:created>
  <dcterms:modified xsi:type="dcterms:W3CDTF">2017-11-06T12:45:00Z</dcterms:modified>
</cp:coreProperties>
</file>